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F62A80">
        <w:tc>
          <w:tcPr>
            <w:tcW w:w="9576" w:type="dxa"/>
            <w:shd w:val="clear" w:color="auto" w:fill="auto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F62A80">
        <w:tc>
          <w:tcPr>
            <w:tcW w:w="9576" w:type="dxa"/>
            <w:shd w:val="clear" w:color="auto" w:fill="auto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F62A80">
        <w:tc>
          <w:tcPr>
            <w:tcW w:w="9576" w:type="dxa"/>
            <w:shd w:val="clear" w:color="auto" w:fill="auto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466279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6B147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12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545C96" w:rsidRDefault="003321C2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41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ЕВРОПА</w:t>
            </w:r>
          </w:p>
        </w:tc>
      </w:tr>
      <w:tr w:rsidR="00D0461E" w:rsidRPr="00B37DAE" w:rsidTr="00F62A80">
        <w:tc>
          <w:tcPr>
            <w:tcW w:w="9576" w:type="dxa"/>
            <w:shd w:val="clear" w:color="auto" w:fill="auto"/>
          </w:tcPr>
          <w:p w:rsidR="00D0461E" w:rsidRPr="00545C96" w:rsidRDefault="00D0461E" w:rsidP="00B6158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B61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Средња  Е</w:t>
            </w:r>
            <w:r w:rsidR="00B6158F" w:rsidRPr="00B61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вропа</w:t>
            </w:r>
            <w:r w:rsidR="00B615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B61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природногеографске  одлике—</w:t>
            </w:r>
            <w:r w:rsidR="00B6158F" w:rsidRPr="00B6158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По свему  «средња»</w:t>
            </w:r>
          </w:p>
        </w:tc>
      </w:tr>
      <w:tr w:rsidR="003321C2" w:rsidRPr="003321C2" w:rsidTr="00F62A80">
        <w:tc>
          <w:tcPr>
            <w:tcW w:w="9576" w:type="dxa"/>
            <w:shd w:val="clear" w:color="auto" w:fill="auto"/>
          </w:tcPr>
          <w:p w:rsidR="003321C2" w:rsidRPr="006D5681" w:rsidRDefault="00D0461E" w:rsidP="00994BD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94B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F62A80">
        <w:tc>
          <w:tcPr>
            <w:tcW w:w="9576" w:type="dxa"/>
            <w:shd w:val="clear" w:color="auto" w:fill="auto"/>
          </w:tcPr>
          <w:p w:rsidR="003321C2" w:rsidRPr="00466279" w:rsidRDefault="003321C2" w:rsidP="00B615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94BD7" w:rsidRPr="00994B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Објаснити ученицима  прородногеографгске  одлике  С</w:t>
            </w:r>
            <w:r w:rsidR="00B61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редње</w:t>
            </w:r>
            <w:r w:rsidR="00994BD7" w:rsidRPr="00994B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Европе</w:t>
            </w:r>
          </w:p>
        </w:tc>
      </w:tr>
      <w:tr w:rsidR="00A45210" w:rsidRPr="00B37DAE" w:rsidTr="00F62A80">
        <w:tc>
          <w:tcPr>
            <w:tcW w:w="9576" w:type="dxa"/>
            <w:shd w:val="clear" w:color="auto" w:fill="auto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04179F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 w:rsidR="006D568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994BD7" w:rsidRPr="00994BD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Усвојити нова знања о географском  положају и природним одликама   </w:t>
            </w:r>
            <w:r w:rsidR="00994BD7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B6158F">
              <w:rPr>
                <w:rFonts w:ascii="Times New Roman" w:hAnsi="Times New Roman"/>
                <w:sz w:val="24"/>
                <w:szCs w:val="24"/>
                <w:lang w:val="sr-Cyrl-CS"/>
              </w:rPr>
              <w:t>редње</w:t>
            </w:r>
            <w:r w:rsidR="00994BD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="00994BD7" w:rsidRPr="00994BD7">
              <w:rPr>
                <w:rFonts w:ascii="Times New Roman" w:hAnsi="Times New Roman"/>
                <w:sz w:val="24"/>
                <w:szCs w:val="24"/>
                <w:lang w:val="sr-Cyrl-CS"/>
              </w:rPr>
              <w:t>Европе</w:t>
            </w:r>
          </w:p>
          <w:p w:rsidR="0004179F" w:rsidRPr="0004179F" w:rsidRDefault="0004179F" w:rsidP="00A4521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F62A80">
        <w:tc>
          <w:tcPr>
            <w:tcW w:w="9576" w:type="dxa"/>
            <w:shd w:val="clear" w:color="auto" w:fill="auto"/>
          </w:tcPr>
          <w:p w:rsidR="00B6158F" w:rsidRDefault="00D0461E" w:rsidP="00B6158F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6158F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B6158F" w:rsidRPr="00B6158F" w:rsidRDefault="00B6158F" w:rsidP="00B6158F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6D5681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B6158F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-објасни  географски  положај  Средње  Европе</w:t>
            </w:r>
          </w:p>
          <w:p w:rsidR="00B6158F" w:rsidRPr="00B6158F" w:rsidRDefault="00B6158F" w:rsidP="00B6158F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</w:t>
            </w:r>
            <w:r w:rsidRPr="00B6158F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издвоји  и  на карти  покаже  основне  рељефне  целине  Средње  Европе</w:t>
            </w:r>
          </w:p>
          <w:p w:rsidR="00B6158F" w:rsidRPr="00B6158F" w:rsidRDefault="00B6158F" w:rsidP="00B6158F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6158F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-издваји  типове  климе  Средње  Европе  и  уочи  њихове  одлике </w:t>
            </w:r>
          </w:p>
          <w:p w:rsidR="00D0461E" w:rsidRPr="006D5681" w:rsidRDefault="00B6158F" w:rsidP="00B6158F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6158F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-анализира  клима-дијаграме и  међусобно  их  пореди</w:t>
            </w:r>
          </w:p>
        </w:tc>
      </w:tr>
      <w:tr w:rsidR="00664F16" w:rsidRPr="00B37DAE" w:rsidTr="00F62A80">
        <w:tc>
          <w:tcPr>
            <w:tcW w:w="9576" w:type="dxa"/>
            <w:shd w:val="clear" w:color="auto" w:fill="auto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EC77F2" w:rsidRDefault="00EC77F2" w:rsidP="00EC77F2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ГЕ </w:t>
            </w:r>
            <w:r w:rsidRPr="00EC77F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1.1.3. </w:t>
            </w:r>
            <w:r w:rsidRPr="00EC77F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Препознаје и чита географске и допунске елементе карте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-</w:t>
            </w:r>
            <w:r w:rsidRPr="00EC77F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чита називе мора, залива, полуострва, архипелага, острва</w:t>
            </w:r>
            <w:r w:rsid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као </w:t>
            </w:r>
            <w:r w:rsidRPr="00EC77F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и </w:t>
            </w:r>
            <w:r w:rsidR="0094301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планина,  низија  </w:t>
            </w:r>
            <w:r w:rsid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на </w:t>
            </w:r>
            <w:r w:rsidRPr="00EC77F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простору </w:t>
            </w:r>
            <w:r w:rsid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6158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Средње </w:t>
            </w:r>
            <w:r w:rsid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Европе</w:t>
            </w:r>
          </w:p>
          <w:p w:rsidR="0045123D" w:rsidRPr="00EC77F2" w:rsidRDefault="0045123D" w:rsidP="00EC77F2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ГЕ1.4.2. Препозн</w:t>
            </w:r>
            <w:r w:rsidR="006C108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аје основне природногеографске</w:t>
            </w:r>
            <w:r w:rsidR="00D6605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6158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одлике  Средње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Европе</w:t>
            </w:r>
          </w:p>
          <w:p w:rsidR="00670648" w:rsidRPr="00466279" w:rsidRDefault="00670648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45123D" w:rsidRPr="0045123D" w:rsidRDefault="0045123D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ГЕ2.1.2. Одређује положај места и тача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ка на географској карти – 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мора, залива, полуострва, архипелага, острва </w:t>
            </w:r>
            <w:r w:rsidR="0019148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као  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облика  рељефа 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простору</w:t>
            </w:r>
            <w:r w:rsidR="00994BD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С</w:t>
            </w:r>
            <w:r w:rsidR="00B6158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редњ </w:t>
            </w:r>
            <w:r w:rsidR="0019148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Европе</w:t>
            </w:r>
          </w:p>
          <w:p w:rsidR="0045123D" w:rsidRDefault="0045123D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ГЕ2.1.3. Препознаје и објашњава географске чињенице представљене моделом, сликом, графиком, табелом и схемом</w:t>
            </w:r>
          </w:p>
          <w:p w:rsidR="0045123D" w:rsidRPr="0045123D" w:rsidRDefault="0045123D" w:rsidP="0045123D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ГЕ2.4.2. Описује прир</w:t>
            </w:r>
            <w:r w:rsidR="006C108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одногеографске</w:t>
            </w:r>
            <w:r w:rsidR="00D6605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одлике</w:t>
            </w:r>
            <w:r w:rsidR="00994BD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С</w:t>
            </w:r>
            <w:r w:rsidR="00B6158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редње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Европе</w:t>
            </w: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45123D" w:rsidRDefault="0045123D" w:rsidP="0045123D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ГЕ3.1.1. Анализира географску кар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ту и доноси закључке о значају  </w:t>
            </w:r>
            <w:r w:rsidR="00994BD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географског  положај</w:t>
            </w:r>
            <w:r w:rsidR="0019148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</w:t>
            </w:r>
            <w:r w:rsidR="00B6158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за  географске  одлике  Средње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Европе</w:t>
            </w:r>
          </w:p>
          <w:p w:rsidR="00664F16" w:rsidRPr="006C1089" w:rsidRDefault="0045123D" w:rsidP="00994BD7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512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ГЕ3.4.3. Објашњава </w:t>
            </w:r>
            <w:r w:rsidR="00994BD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географс</w:t>
            </w:r>
            <w:r w:rsidR="0019148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ке везе </w:t>
            </w:r>
            <w:r w:rsidR="00B6158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 законитости   у  Средњој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Евро</w:t>
            </w:r>
            <w:r w:rsidR="00994BD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пи</w:t>
            </w:r>
          </w:p>
        </w:tc>
      </w:tr>
      <w:tr w:rsidR="00545C96" w:rsidRPr="00545C96" w:rsidTr="00F62A80">
        <w:tc>
          <w:tcPr>
            <w:tcW w:w="9576" w:type="dxa"/>
            <w:shd w:val="clear" w:color="auto" w:fill="auto"/>
          </w:tcPr>
          <w:p w:rsidR="00545C96" w:rsidRPr="00545C96" w:rsidRDefault="00545C96" w:rsidP="00197BE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 w:rsidP="00486C3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86C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Географски  атлас-издање  Завод  за  уџбенике, Београд, Вежбанка  за  географију 7.  разред (неме карте), издање  Завод  за  уџбенике,Београд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9307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94B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зидна  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  Европе,  илустрације</w:t>
            </w:r>
          </w:p>
        </w:tc>
      </w:tr>
      <w:tr w:rsidR="000D1454" w:rsidRPr="00B37DAE" w:rsidTr="00F62A80">
        <w:tc>
          <w:tcPr>
            <w:tcW w:w="9576" w:type="dxa"/>
            <w:shd w:val="clear" w:color="auto" w:fill="auto"/>
          </w:tcPr>
          <w:p w:rsidR="000D1454" w:rsidRPr="000D1454" w:rsidRDefault="000D14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6C1089" w:rsidRPr="006C10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српски  језик</w:t>
            </w:r>
            <w:r w:rsidR="006C10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  <w:r w:rsidR="00994B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</w:p>
        </w:tc>
      </w:tr>
      <w:tr w:rsidR="00545C96" w:rsidRPr="003321C2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</w:t>
            </w:r>
            <w:r w:rsidR="00D930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ТОК ЧАСА: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Уводни </w:t>
            </w:r>
            <w:r w:rsidR="006C108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део часа:</w:t>
            </w:r>
          </w:p>
        </w:tc>
      </w:tr>
      <w:tr w:rsidR="0096516D" w:rsidRPr="00B37DAE" w:rsidTr="00F62A80">
        <w:tc>
          <w:tcPr>
            <w:tcW w:w="9576" w:type="dxa"/>
            <w:shd w:val="clear" w:color="auto" w:fill="auto"/>
          </w:tcPr>
          <w:p w:rsidR="00910F75" w:rsidRPr="00545C96" w:rsidRDefault="00994BD7" w:rsidP="00B615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t xml:space="preserve"> </w:t>
            </w:r>
            <w:r w:rsidR="00B61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 разговору  са  ученицима  понављамо  регионалну поделу  Европе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545C96" w:rsidRPr="00545C96" w:rsidRDefault="006C108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часа:</w:t>
            </w:r>
          </w:p>
        </w:tc>
      </w:tr>
      <w:tr w:rsidR="001C6C13" w:rsidRPr="00B37DAE" w:rsidTr="00F62A80">
        <w:tc>
          <w:tcPr>
            <w:tcW w:w="9576" w:type="dxa"/>
            <w:shd w:val="clear" w:color="auto" w:fill="auto"/>
          </w:tcPr>
          <w:p w:rsidR="00D93068" w:rsidRPr="00545C96" w:rsidRDefault="00B6158F" w:rsidP="002E0F8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Уз  помоћ  географске  карте  објашњавамо  ученицима  зашто  је  Средња  Европа  по  својим природногеографским  одлика  «средња»  и  «прелазна»  регија.Истичемо на која мора  Средња  Европа излази.Објашњавамо  и  на карти  показујемо  рељефне  целине. Истичемо  одлике климе и  објашњавамо све  веће  разлике  у  правцу  запад-исток.Упућујемо  ученике  да  анализирају  клима-дијаграм (слика  бр. 3. стр. 36.  у  уџбенику)Упознајемо  ученике  са значајем  које  реке Средње  Европе  имају  у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повезивању  појединих  делова  регије  и  Европе  у  целини.Посебно наглашавамо  реке Рајну  и  Дунав.Подстичемо  ученике  да  уоче  и  објасне  заначај пловног  пута  Дунав-Мајна-Рајна.</w:t>
            </w:r>
          </w:p>
        </w:tc>
      </w:tr>
      <w:tr w:rsidR="00545C96" w:rsidRPr="00B37DAE" w:rsidTr="00F62A80">
        <w:tc>
          <w:tcPr>
            <w:tcW w:w="9576" w:type="dxa"/>
            <w:shd w:val="clear" w:color="auto" w:fill="auto"/>
          </w:tcPr>
          <w:p w:rsidR="009307D5" w:rsidRPr="00545C96" w:rsidRDefault="006C1089" w:rsidP="00B615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часа:</w:t>
            </w:r>
            <w:r w:rsidR="002E1B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61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Саопштавамо  ученицима  да  за  домаћи  задатак   на  немој карти  средње  Европе у  вежбанцци  испишу  називе  држава  и  главних  градова.</w:t>
            </w:r>
            <w:bookmarkStart w:id="0" w:name="_GoBack"/>
            <w:bookmarkEnd w:id="0"/>
          </w:p>
        </w:tc>
      </w:tr>
      <w:tr w:rsidR="00E4334D" w:rsidRPr="003321C2" w:rsidTr="009307D5">
        <w:tc>
          <w:tcPr>
            <w:tcW w:w="9576" w:type="dxa"/>
            <w:shd w:val="clear" w:color="auto" w:fill="auto"/>
          </w:tcPr>
          <w:p w:rsidR="00E4334D" w:rsidRDefault="00A2378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</w:t>
            </w:r>
            <w:r w:rsidRPr="00A2378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ИЗГЛЕД ТАБЛЕ</w:t>
            </w:r>
          </w:p>
          <w:p w:rsidR="00A23785" w:rsidRDefault="00A2378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757DBD" w:rsidRDefault="00A23785" w:rsidP="00757DB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</w:t>
            </w:r>
            <w:r w:rsidR="00757D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СРЕДЊА  ЕВРОПА: ПРИРОДНОГЕОГРАФСКЕ  ОДЛИКЕ</w:t>
            </w:r>
          </w:p>
          <w:p w:rsidR="00757DBD" w:rsidRDefault="00757DBD" w:rsidP="00757DB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757DB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                                                 ПО  СВЕМУ «СРЕДЊА»</w:t>
            </w:r>
          </w:p>
          <w:p w:rsidR="00757DBD" w:rsidRDefault="00757DBD" w:rsidP="00757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-мора: Северно,  Балтичко,  Црно</w:t>
            </w:r>
          </w:p>
          <w:p w:rsidR="00757DBD" w:rsidRDefault="00757DBD" w:rsidP="00757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-рељеф:Немачко-пољска  низија</w:t>
            </w:r>
          </w:p>
          <w:p w:rsidR="00757DBD" w:rsidRDefault="00757DBD" w:rsidP="00757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Панонска  низија</w:t>
            </w:r>
          </w:p>
          <w:p w:rsidR="00757DBD" w:rsidRDefault="00757DBD" w:rsidP="00757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Влашка низија</w:t>
            </w:r>
          </w:p>
          <w:p w:rsidR="00757DBD" w:rsidRDefault="00757DBD" w:rsidP="00757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Алпи</w:t>
            </w:r>
          </w:p>
          <w:p w:rsidR="00757DBD" w:rsidRDefault="00757DBD" w:rsidP="00757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Карпати</w:t>
            </w:r>
          </w:p>
          <w:p w:rsidR="00757DBD" w:rsidRDefault="00757DBD" w:rsidP="00757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-клима: умереноконтинентална</w:t>
            </w:r>
          </w:p>
          <w:p w:rsidR="00757DBD" w:rsidRDefault="00757DBD" w:rsidP="00757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планинска</w:t>
            </w:r>
          </w:p>
          <w:p w:rsidR="00757DBD" w:rsidRDefault="00757DBD" w:rsidP="00757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-реке:  Рајна---Северно море</w:t>
            </w:r>
          </w:p>
          <w:p w:rsidR="00757DBD" w:rsidRDefault="00757DBD" w:rsidP="00757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Дунав---Црно  море</w:t>
            </w:r>
          </w:p>
          <w:p w:rsidR="00757DBD" w:rsidRDefault="00757DBD" w:rsidP="00757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-канал Дунав-Мајна-Рајна  пловни  пут  дуг  3500 км.</w:t>
            </w:r>
          </w:p>
          <w:p w:rsidR="00757DBD" w:rsidRPr="00757DBD" w:rsidRDefault="00757DBD" w:rsidP="00757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-Килски канал—Северно  и  Балтичко  море</w:t>
            </w:r>
          </w:p>
          <w:p w:rsidR="00665258" w:rsidRPr="005F15DF" w:rsidRDefault="00757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F15DF" w:rsidRPr="003321C2" w:rsidTr="009307D5">
        <w:tc>
          <w:tcPr>
            <w:tcW w:w="9576" w:type="dxa"/>
            <w:shd w:val="clear" w:color="auto" w:fill="auto"/>
          </w:tcPr>
          <w:p w:rsidR="005F15DF" w:rsidRDefault="005F15D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</w:t>
            </w:r>
            <w:r w:rsidR="00D830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ЛУАЦИЈА  ЧАСА: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D1454"/>
    <w:rsid w:val="00177289"/>
    <w:rsid w:val="0019148D"/>
    <w:rsid w:val="001C45B5"/>
    <w:rsid w:val="001C6C13"/>
    <w:rsid w:val="001D57CA"/>
    <w:rsid w:val="002365E8"/>
    <w:rsid w:val="002408D1"/>
    <w:rsid w:val="002E0F8F"/>
    <w:rsid w:val="002E1B7E"/>
    <w:rsid w:val="002E3D0F"/>
    <w:rsid w:val="003321C2"/>
    <w:rsid w:val="00391413"/>
    <w:rsid w:val="003A4CC0"/>
    <w:rsid w:val="003A7B13"/>
    <w:rsid w:val="003F1D6D"/>
    <w:rsid w:val="0045123D"/>
    <w:rsid w:val="00466279"/>
    <w:rsid w:val="00486C32"/>
    <w:rsid w:val="004C7CD5"/>
    <w:rsid w:val="00545C96"/>
    <w:rsid w:val="005F15DF"/>
    <w:rsid w:val="005F784B"/>
    <w:rsid w:val="00605D58"/>
    <w:rsid w:val="00606767"/>
    <w:rsid w:val="00664F16"/>
    <w:rsid w:val="00665258"/>
    <w:rsid w:val="00670648"/>
    <w:rsid w:val="006B1477"/>
    <w:rsid w:val="006C1089"/>
    <w:rsid w:val="006D5681"/>
    <w:rsid w:val="006F2937"/>
    <w:rsid w:val="00757DBD"/>
    <w:rsid w:val="007906D8"/>
    <w:rsid w:val="007E6623"/>
    <w:rsid w:val="0080459B"/>
    <w:rsid w:val="00854D2A"/>
    <w:rsid w:val="008F0F0B"/>
    <w:rsid w:val="00910F75"/>
    <w:rsid w:val="009307D5"/>
    <w:rsid w:val="00942ED0"/>
    <w:rsid w:val="0094301B"/>
    <w:rsid w:val="00962C5B"/>
    <w:rsid w:val="0096516D"/>
    <w:rsid w:val="00994BD7"/>
    <w:rsid w:val="00A17F87"/>
    <w:rsid w:val="00A23785"/>
    <w:rsid w:val="00A321DB"/>
    <w:rsid w:val="00A45210"/>
    <w:rsid w:val="00A47E59"/>
    <w:rsid w:val="00AB78A4"/>
    <w:rsid w:val="00B37DAE"/>
    <w:rsid w:val="00B6158F"/>
    <w:rsid w:val="00B80B22"/>
    <w:rsid w:val="00B85A26"/>
    <w:rsid w:val="00BA107D"/>
    <w:rsid w:val="00BF20E4"/>
    <w:rsid w:val="00C379D6"/>
    <w:rsid w:val="00C70D9C"/>
    <w:rsid w:val="00C81044"/>
    <w:rsid w:val="00CC0911"/>
    <w:rsid w:val="00D0461E"/>
    <w:rsid w:val="00D6605E"/>
    <w:rsid w:val="00D830AE"/>
    <w:rsid w:val="00D93068"/>
    <w:rsid w:val="00DE65D7"/>
    <w:rsid w:val="00E4334D"/>
    <w:rsid w:val="00EA38C7"/>
    <w:rsid w:val="00EC77F2"/>
    <w:rsid w:val="00F05659"/>
    <w:rsid w:val="00F137B9"/>
    <w:rsid w:val="00F57D30"/>
    <w:rsid w:val="00F62A80"/>
    <w:rsid w:val="00F9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0501C4-EE89-4949-9218-ED8C253EF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106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5</cp:revision>
  <dcterms:created xsi:type="dcterms:W3CDTF">2020-06-30T15:53:00Z</dcterms:created>
  <dcterms:modified xsi:type="dcterms:W3CDTF">2020-07-03T09:33:00Z</dcterms:modified>
</cp:coreProperties>
</file>